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C71838" w14:textId="77777777" w:rsidR="006E5D65" w:rsidRPr="00EB063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EB063D">
        <w:rPr>
          <w:rFonts w:ascii="Corbel" w:hAnsi="Corbel"/>
          <w:b/>
          <w:bCs/>
        </w:rPr>
        <w:t xml:space="preserve">   </w:t>
      </w:r>
      <w:r w:rsidR="00CD6897" w:rsidRPr="00EB063D">
        <w:rPr>
          <w:rFonts w:ascii="Corbel" w:hAnsi="Corbel"/>
          <w:b/>
          <w:bCs/>
        </w:rPr>
        <w:tab/>
      </w:r>
      <w:r w:rsidR="00CD6897" w:rsidRPr="00EB063D">
        <w:rPr>
          <w:rFonts w:ascii="Corbel" w:hAnsi="Corbel"/>
          <w:b/>
          <w:bCs/>
        </w:rPr>
        <w:tab/>
      </w:r>
      <w:r w:rsidR="00CD6897" w:rsidRPr="00EB063D">
        <w:rPr>
          <w:rFonts w:ascii="Corbel" w:hAnsi="Corbel"/>
          <w:b/>
          <w:bCs/>
        </w:rPr>
        <w:tab/>
      </w:r>
      <w:r w:rsidR="00CD6897" w:rsidRPr="00EB063D">
        <w:rPr>
          <w:rFonts w:ascii="Corbel" w:hAnsi="Corbel"/>
          <w:b/>
          <w:bCs/>
        </w:rPr>
        <w:tab/>
      </w:r>
      <w:r w:rsidR="00CD6897" w:rsidRPr="00EB063D">
        <w:rPr>
          <w:rFonts w:ascii="Corbel" w:hAnsi="Corbel"/>
          <w:b/>
          <w:bCs/>
        </w:rPr>
        <w:tab/>
      </w:r>
      <w:r w:rsidR="00CD6897" w:rsidRPr="00EB063D">
        <w:rPr>
          <w:rFonts w:ascii="Corbel" w:hAnsi="Corbel"/>
          <w:b/>
          <w:bCs/>
        </w:rPr>
        <w:tab/>
      </w:r>
      <w:r w:rsidR="00D8678B" w:rsidRPr="00EB063D">
        <w:rPr>
          <w:rFonts w:ascii="Corbel" w:hAnsi="Corbel"/>
          <w:bCs/>
          <w:i/>
        </w:rPr>
        <w:t xml:space="preserve">Załącznik nr </w:t>
      </w:r>
      <w:r w:rsidR="006F31E2" w:rsidRPr="00EB063D">
        <w:rPr>
          <w:rFonts w:ascii="Corbel" w:hAnsi="Corbel"/>
          <w:bCs/>
          <w:i/>
        </w:rPr>
        <w:t>1.5</w:t>
      </w:r>
      <w:r w:rsidR="00D8678B" w:rsidRPr="00EB063D">
        <w:rPr>
          <w:rFonts w:ascii="Corbel" w:hAnsi="Corbel"/>
          <w:bCs/>
          <w:i/>
        </w:rPr>
        <w:t xml:space="preserve"> do Zarządzenia</w:t>
      </w:r>
      <w:r w:rsidR="002A22BF" w:rsidRPr="00EB063D">
        <w:rPr>
          <w:rFonts w:ascii="Corbel" w:hAnsi="Corbel"/>
          <w:bCs/>
          <w:i/>
        </w:rPr>
        <w:t xml:space="preserve"> Rektora UR </w:t>
      </w:r>
      <w:r w:rsidR="00CD6897" w:rsidRPr="00EB063D">
        <w:rPr>
          <w:rFonts w:ascii="Corbel" w:hAnsi="Corbel"/>
          <w:bCs/>
          <w:i/>
        </w:rPr>
        <w:t xml:space="preserve"> nr </w:t>
      </w:r>
      <w:r w:rsidR="00F17567" w:rsidRPr="00EB063D">
        <w:rPr>
          <w:rFonts w:ascii="Corbel" w:hAnsi="Corbel"/>
          <w:bCs/>
          <w:i/>
        </w:rPr>
        <w:t>12/2019</w:t>
      </w:r>
    </w:p>
    <w:p w14:paraId="77F8E0C0" w14:textId="77777777" w:rsidR="0085747A" w:rsidRPr="00EB063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063D">
        <w:rPr>
          <w:rFonts w:ascii="Corbel" w:hAnsi="Corbel"/>
          <w:b/>
          <w:smallCaps/>
          <w:sz w:val="24"/>
          <w:szCs w:val="24"/>
        </w:rPr>
        <w:t>SYLABUS</w:t>
      </w:r>
    </w:p>
    <w:p w14:paraId="21D31FBC" w14:textId="5A524B91" w:rsidR="0085747A" w:rsidRPr="00EB063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B063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B063D">
        <w:rPr>
          <w:rFonts w:ascii="Corbel" w:hAnsi="Corbel"/>
          <w:b/>
          <w:smallCaps/>
          <w:sz w:val="24"/>
          <w:szCs w:val="24"/>
        </w:rPr>
        <w:t xml:space="preserve"> </w:t>
      </w:r>
      <w:r w:rsidR="00E066F7" w:rsidRPr="00EB063D">
        <w:rPr>
          <w:rFonts w:ascii="Corbel" w:hAnsi="Corbel"/>
          <w:i/>
          <w:smallCaps/>
          <w:sz w:val="24"/>
          <w:szCs w:val="24"/>
          <w:u w:val="single"/>
        </w:rPr>
        <w:t>2019-2022</w:t>
      </w:r>
    </w:p>
    <w:p w14:paraId="3B753E0C" w14:textId="0197599C" w:rsidR="0085747A" w:rsidRPr="00EB063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63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6CE19C43" w:rsidR="0085747A" w:rsidRPr="00EB063D" w:rsidRDefault="00445970" w:rsidP="000A14FC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EB063D">
        <w:rPr>
          <w:rFonts w:ascii="Corbel" w:hAnsi="Corbel"/>
          <w:sz w:val="20"/>
          <w:szCs w:val="20"/>
        </w:rPr>
        <w:tab/>
      </w:r>
      <w:r w:rsidRPr="00EB063D">
        <w:rPr>
          <w:rFonts w:ascii="Corbel" w:hAnsi="Corbel"/>
          <w:sz w:val="20"/>
          <w:szCs w:val="20"/>
        </w:rPr>
        <w:tab/>
      </w:r>
      <w:r w:rsidRPr="00EB063D">
        <w:rPr>
          <w:rFonts w:ascii="Corbel" w:hAnsi="Corbel"/>
          <w:sz w:val="20"/>
          <w:szCs w:val="20"/>
        </w:rPr>
        <w:tab/>
      </w:r>
      <w:r w:rsidRPr="00EB063D">
        <w:rPr>
          <w:rFonts w:ascii="Corbel" w:hAnsi="Corbel"/>
          <w:sz w:val="20"/>
          <w:szCs w:val="20"/>
        </w:rPr>
        <w:tab/>
        <w:t xml:space="preserve">Rok akademicki   </w:t>
      </w:r>
      <w:r w:rsidR="000A14FC" w:rsidRPr="00EB063D">
        <w:rPr>
          <w:rFonts w:ascii="Corbel" w:hAnsi="Corbel"/>
          <w:sz w:val="20"/>
          <w:szCs w:val="20"/>
        </w:rPr>
        <w:t>2019/2020</w:t>
      </w:r>
      <w:r w:rsidR="00D936B8" w:rsidRPr="00EB063D">
        <w:rPr>
          <w:rFonts w:ascii="Corbel" w:hAnsi="Corbel"/>
          <w:sz w:val="20"/>
          <w:szCs w:val="20"/>
        </w:rPr>
        <w:t>;</w:t>
      </w:r>
      <w:r w:rsidR="000A14FC" w:rsidRPr="00EB063D">
        <w:rPr>
          <w:rFonts w:ascii="Corbel" w:hAnsi="Corbel"/>
          <w:sz w:val="20"/>
          <w:szCs w:val="20"/>
        </w:rPr>
        <w:t xml:space="preserve"> 2020/</w:t>
      </w:r>
      <w:r w:rsidR="00D936B8" w:rsidRPr="00EB063D">
        <w:rPr>
          <w:rFonts w:ascii="Corbel" w:hAnsi="Corbel"/>
          <w:sz w:val="20"/>
          <w:szCs w:val="20"/>
        </w:rPr>
        <w:t>2021</w:t>
      </w:r>
      <w:r w:rsidR="00AB5F85" w:rsidRPr="00EB063D">
        <w:rPr>
          <w:rFonts w:ascii="Corbel" w:hAnsi="Corbel"/>
          <w:sz w:val="20"/>
          <w:szCs w:val="20"/>
        </w:rPr>
        <w:t xml:space="preserve"> </w:t>
      </w:r>
    </w:p>
    <w:p w14:paraId="228C027D" w14:textId="77777777" w:rsidR="000A14FC" w:rsidRPr="00EB063D" w:rsidRDefault="000A14FC" w:rsidP="000A14FC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EB063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B063D">
        <w:rPr>
          <w:rFonts w:ascii="Corbel" w:hAnsi="Corbel"/>
          <w:szCs w:val="24"/>
        </w:rPr>
        <w:t xml:space="preserve">1. </w:t>
      </w:r>
      <w:r w:rsidR="0085747A" w:rsidRPr="00EB063D">
        <w:rPr>
          <w:rFonts w:ascii="Corbel" w:hAnsi="Corbel"/>
          <w:szCs w:val="24"/>
        </w:rPr>
        <w:t xml:space="preserve">Podstawowe </w:t>
      </w:r>
      <w:r w:rsidR="00445970" w:rsidRPr="00EB063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B063D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EB06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701ED53C" w:rsidR="0085747A" w:rsidRPr="00EB063D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91110D" w:rsidRPr="00EB063D">
              <w:rPr>
                <w:rFonts w:ascii="Corbel" w:hAnsi="Corbel"/>
                <w:b w:val="0"/>
                <w:sz w:val="24"/>
                <w:szCs w:val="24"/>
              </w:rPr>
              <w:t>elementami terminologii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 specjalistyczn</w:t>
            </w:r>
            <w:r w:rsidR="0091110D" w:rsidRPr="00EB063D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 – język angielski</w:t>
            </w:r>
          </w:p>
        </w:tc>
      </w:tr>
      <w:tr w:rsidR="0085747A" w:rsidRPr="00EB063D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EB063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B063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EB063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B063D" w14:paraId="5EB3E15A" w14:textId="77777777" w:rsidTr="00B819C8">
        <w:tc>
          <w:tcPr>
            <w:tcW w:w="2694" w:type="dxa"/>
            <w:vAlign w:val="center"/>
          </w:tcPr>
          <w:p w14:paraId="5DFC4A64" w14:textId="77777777" w:rsidR="0085747A" w:rsidRPr="00EB063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B063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BE9930E" w:rsidR="0085747A" w:rsidRPr="00EB063D" w:rsidRDefault="00EB06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  <w:r w:rsidR="00E066F7" w:rsidRPr="00EB06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B063D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72D20C53" w:rsidR="0085747A" w:rsidRPr="00EB063D" w:rsidRDefault="00D723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EB063D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EB063D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EB063D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EB063D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EB063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10BE4E45" w:rsidR="0085747A" w:rsidRPr="00EB063D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B063D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EB063D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B063D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4A79E0C8" w:rsidR="0085747A" w:rsidRPr="00EB063D" w:rsidRDefault="00FE56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B2962" w:rsidRPr="00EB063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B063D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B063D">
              <w:rPr>
                <w:rFonts w:ascii="Corbel" w:hAnsi="Corbel"/>
                <w:sz w:val="24"/>
                <w:szCs w:val="24"/>
              </w:rPr>
              <w:t>/y</w:t>
            </w:r>
            <w:r w:rsidRPr="00EB063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322553D8" w:rsidR="0085747A" w:rsidRPr="00EB063D" w:rsidRDefault="00426B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34176" w:rsidRPr="00EB063D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EB063D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3DCF9E3D" w:rsidR="0085747A" w:rsidRPr="00EB063D" w:rsidRDefault="00A34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ogóln</w:t>
            </w:r>
            <w:r w:rsidR="00D936B8" w:rsidRPr="00EB063D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EB063D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EB063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EB063D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EB063D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F0EFF80" w:rsidR="0085747A" w:rsidRPr="00EB063D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EB063D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EB063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50EEA98E" w:rsidR="0085747A" w:rsidRPr="00EB063D" w:rsidRDefault="00B57ED1" w:rsidP="00D7232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dr Agnieszka Huzarska, mgr Joanna Skowron,</w:t>
            </w:r>
            <w:r w:rsidR="00D72323" w:rsidRPr="00EB063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>mgr Magdalena Motyl</w:t>
            </w:r>
          </w:p>
        </w:tc>
      </w:tr>
    </w:tbl>
    <w:p w14:paraId="06671629" w14:textId="77777777" w:rsidR="0085747A" w:rsidRPr="00EB063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sz w:val="24"/>
          <w:szCs w:val="24"/>
        </w:rPr>
        <w:t xml:space="preserve">* </w:t>
      </w:r>
      <w:r w:rsidRPr="00EB063D">
        <w:rPr>
          <w:rFonts w:ascii="Corbel" w:hAnsi="Corbel"/>
          <w:i/>
          <w:sz w:val="24"/>
          <w:szCs w:val="24"/>
        </w:rPr>
        <w:t>-</w:t>
      </w:r>
      <w:r w:rsidR="00B90885" w:rsidRPr="00EB063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B063D">
        <w:rPr>
          <w:rFonts w:ascii="Corbel" w:hAnsi="Corbel"/>
          <w:b w:val="0"/>
          <w:sz w:val="24"/>
          <w:szCs w:val="24"/>
        </w:rPr>
        <w:t>e,</w:t>
      </w:r>
      <w:r w:rsidRPr="00EB063D">
        <w:rPr>
          <w:rFonts w:ascii="Corbel" w:hAnsi="Corbel"/>
          <w:i/>
          <w:sz w:val="24"/>
          <w:szCs w:val="24"/>
        </w:rPr>
        <w:t xml:space="preserve"> </w:t>
      </w:r>
      <w:r w:rsidRPr="00EB063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B063D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EB063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3E8C566A" w:rsidR="0085747A" w:rsidRPr="00EB063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sz w:val="24"/>
          <w:szCs w:val="24"/>
        </w:rPr>
        <w:t>1.</w:t>
      </w:r>
      <w:r w:rsidR="00E22FBC" w:rsidRPr="00EB063D">
        <w:rPr>
          <w:rFonts w:ascii="Corbel" w:hAnsi="Corbel"/>
          <w:sz w:val="24"/>
          <w:szCs w:val="24"/>
        </w:rPr>
        <w:t>1</w:t>
      </w:r>
      <w:r w:rsidRPr="00EB063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DBF57A" w14:textId="1965226A" w:rsidR="00D72323" w:rsidRPr="00EB063D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72323" w:rsidRPr="00EB063D" w14:paraId="1E56CBE8" w14:textId="77777777" w:rsidTr="0032299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4A29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Semestr</w:t>
            </w:r>
          </w:p>
          <w:p w14:paraId="1E6ED160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3187C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063D">
              <w:rPr>
                <w:rFonts w:ascii="Corbel" w:hAnsi="Corbel"/>
                <w:szCs w:val="24"/>
              </w:rPr>
              <w:t>Wykł</w:t>
            </w:r>
            <w:proofErr w:type="spellEnd"/>
            <w:r w:rsidRPr="00EB06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00E6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245B4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063D">
              <w:rPr>
                <w:rFonts w:ascii="Corbel" w:hAnsi="Corbel"/>
                <w:szCs w:val="24"/>
              </w:rPr>
              <w:t>Konw</w:t>
            </w:r>
            <w:proofErr w:type="spellEnd"/>
            <w:r w:rsidRPr="00EB06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8F589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7F61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063D">
              <w:rPr>
                <w:rFonts w:ascii="Corbel" w:hAnsi="Corbel"/>
                <w:szCs w:val="24"/>
              </w:rPr>
              <w:t>Sem</w:t>
            </w:r>
            <w:proofErr w:type="spellEnd"/>
            <w:r w:rsidRPr="00EB06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39AAF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1FB86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B063D">
              <w:rPr>
                <w:rFonts w:ascii="Corbel" w:hAnsi="Corbel"/>
                <w:szCs w:val="24"/>
              </w:rPr>
              <w:t>Prakt</w:t>
            </w:r>
            <w:proofErr w:type="spellEnd"/>
            <w:r w:rsidRPr="00EB063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1641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B063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17589" w14:textId="77777777" w:rsidR="00D72323" w:rsidRPr="00EB063D" w:rsidRDefault="00D72323" w:rsidP="0032299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B063D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D72323" w:rsidRPr="00EB063D" w14:paraId="33CB8877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538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507C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9B35" w14:textId="692F2DD9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4241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9726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E56FC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D4A4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98247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AA71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AA4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EB063D" w14:paraId="4181AC26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FDD2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C2ACB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28EDB" w14:textId="37B5E6AB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2A9E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2DF0A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37532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3F4F4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8FCCC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6F4E0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D1C40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EB063D" w14:paraId="4D4F35B9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6130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502F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3DCF" w14:textId="50F4F7B6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2E8A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3CF7E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BEE8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EED6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9655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11C5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8DA66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72323" w:rsidRPr="00EB063D" w14:paraId="57E1CC2B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CDCA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A3329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977CC" w14:textId="2160370F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A70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69D2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72A2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F866B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A158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8B15" w14:textId="77777777" w:rsidR="00D72323" w:rsidRPr="00EB063D" w:rsidRDefault="00D72323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A5D81" w14:textId="47113DBC" w:rsidR="00D72323" w:rsidRPr="00EB063D" w:rsidRDefault="00CE3090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75745" w:rsidRPr="00EB063D" w14:paraId="25B78218" w14:textId="77777777" w:rsidTr="0032299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276A" w14:textId="2B5CE45B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2F510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3256" w14:textId="1C1DB463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110B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99F4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0001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20273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4D8AE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9826C" w14:textId="77777777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42C7" w14:textId="3A9E026C" w:rsidR="00C75745" w:rsidRPr="00EB063D" w:rsidRDefault="00C75745" w:rsidP="0032299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57E5EEDC" w14:textId="77777777" w:rsidR="00D72323" w:rsidRPr="00EB063D" w:rsidRDefault="00D72323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BB7AAA7" w14:textId="77777777" w:rsidR="00923D7D" w:rsidRPr="00EB063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EB063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>1.</w:t>
      </w:r>
      <w:r w:rsidR="00E22FBC" w:rsidRPr="00EB063D">
        <w:rPr>
          <w:rFonts w:ascii="Corbel" w:hAnsi="Corbel"/>
          <w:smallCaps w:val="0"/>
          <w:szCs w:val="24"/>
        </w:rPr>
        <w:t>2</w:t>
      </w:r>
      <w:r w:rsidR="00F83B28" w:rsidRPr="00EB063D">
        <w:rPr>
          <w:rFonts w:ascii="Corbel" w:hAnsi="Corbel"/>
          <w:smallCaps w:val="0"/>
          <w:szCs w:val="24"/>
        </w:rPr>
        <w:t>.</w:t>
      </w:r>
      <w:r w:rsidR="00F83B28" w:rsidRPr="00EB063D">
        <w:rPr>
          <w:rFonts w:ascii="Corbel" w:hAnsi="Corbel"/>
          <w:smallCaps w:val="0"/>
          <w:szCs w:val="24"/>
        </w:rPr>
        <w:tab/>
      </w:r>
      <w:r w:rsidRPr="00EB063D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EB063D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B063D"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EB063D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22934A16" w:rsidR="00E22FBC" w:rsidRPr="00EB063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1.3 </w:t>
      </w:r>
      <w:r w:rsidR="00F83B28" w:rsidRPr="00EB063D">
        <w:rPr>
          <w:rFonts w:ascii="Corbel" w:hAnsi="Corbel"/>
          <w:smallCaps w:val="0"/>
          <w:szCs w:val="24"/>
        </w:rPr>
        <w:tab/>
      </w:r>
      <w:r w:rsidRPr="00EB063D">
        <w:rPr>
          <w:rFonts w:ascii="Corbel" w:hAnsi="Corbel"/>
          <w:smallCaps w:val="0"/>
          <w:szCs w:val="24"/>
        </w:rPr>
        <w:t>For</w:t>
      </w:r>
      <w:r w:rsidR="00445970" w:rsidRPr="00EB063D">
        <w:rPr>
          <w:rFonts w:ascii="Corbel" w:hAnsi="Corbel"/>
          <w:smallCaps w:val="0"/>
          <w:szCs w:val="24"/>
        </w:rPr>
        <w:t xml:space="preserve">ma zaliczenia przedmiotu </w:t>
      </w:r>
      <w:r w:rsidRPr="00EB063D">
        <w:rPr>
          <w:rFonts w:ascii="Corbel" w:hAnsi="Corbel"/>
          <w:smallCaps w:val="0"/>
          <w:szCs w:val="24"/>
        </w:rPr>
        <w:t xml:space="preserve">(z toku) </w:t>
      </w:r>
      <w:r w:rsidRPr="00EB063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78DEA17" w14:textId="5639262B" w:rsidR="003035BB" w:rsidRPr="00EB063D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EB063D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A6D73A8" w14:textId="77777777" w:rsidR="009C54AE" w:rsidRPr="00EB063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407DA4" w14:textId="77777777" w:rsidR="00E960BB" w:rsidRPr="00EB06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063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063D" w14:paraId="3A706F80" w14:textId="77777777" w:rsidTr="00745302">
        <w:tc>
          <w:tcPr>
            <w:tcW w:w="9670" w:type="dxa"/>
          </w:tcPr>
          <w:p w14:paraId="329C8A3F" w14:textId="69F514A0" w:rsidR="0085747A" w:rsidRPr="00EB063D" w:rsidRDefault="006711FD" w:rsidP="00E90E1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77777777" w:rsidR="0085747A" w:rsidRPr="00EB063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B063D">
        <w:rPr>
          <w:rFonts w:ascii="Corbel" w:hAnsi="Corbel"/>
          <w:szCs w:val="24"/>
        </w:rPr>
        <w:t>3.</w:t>
      </w:r>
      <w:r w:rsidR="0085747A" w:rsidRPr="00EB063D">
        <w:rPr>
          <w:rFonts w:ascii="Corbel" w:hAnsi="Corbel"/>
          <w:szCs w:val="24"/>
        </w:rPr>
        <w:t xml:space="preserve"> </w:t>
      </w:r>
      <w:r w:rsidR="00A84C85" w:rsidRPr="00EB063D">
        <w:rPr>
          <w:rFonts w:ascii="Corbel" w:hAnsi="Corbel"/>
          <w:szCs w:val="24"/>
        </w:rPr>
        <w:t>cele, efekty uczenia się</w:t>
      </w:r>
      <w:r w:rsidR="0085747A" w:rsidRPr="00EB063D">
        <w:rPr>
          <w:rFonts w:ascii="Corbel" w:hAnsi="Corbel"/>
          <w:szCs w:val="24"/>
        </w:rPr>
        <w:t xml:space="preserve"> , treści Programowe i stosowane metody Dydaktyczne</w:t>
      </w:r>
    </w:p>
    <w:p w14:paraId="1EA642BD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Pr="00EB063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sz w:val="24"/>
          <w:szCs w:val="24"/>
        </w:rPr>
        <w:t xml:space="preserve">3.1 </w:t>
      </w:r>
      <w:r w:rsidR="00C05F44" w:rsidRPr="00EB063D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EB063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B063D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EB063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32B15600" w:rsidR="0085747A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EB063D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EB063D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EB063D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  <w:r w:rsidR="00EF7C71" w:rsidRPr="00EB063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B063D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EB063D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EB063D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EB063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 w:rsidRPr="00EB063D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EB063D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061C0719" w:rsidR="00121A87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D72323" w:rsidRPr="00EB063D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EB063D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EB063D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B063D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EB063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b/>
          <w:sz w:val="24"/>
          <w:szCs w:val="24"/>
        </w:rPr>
        <w:t xml:space="preserve">3.2 </w:t>
      </w:r>
      <w:r w:rsidR="001D7B54" w:rsidRPr="00EB063D">
        <w:rPr>
          <w:rFonts w:ascii="Corbel" w:hAnsi="Corbel"/>
          <w:b/>
          <w:sz w:val="24"/>
          <w:szCs w:val="24"/>
        </w:rPr>
        <w:t xml:space="preserve">Efekty </w:t>
      </w:r>
      <w:r w:rsidR="00C05F44" w:rsidRPr="00EB063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B063D">
        <w:rPr>
          <w:rFonts w:ascii="Corbel" w:hAnsi="Corbel"/>
          <w:b/>
          <w:sz w:val="24"/>
          <w:szCs w:val="24"/>
        </w:rPr>
        <w:t>dla przedmiotu</w:t>
      </w:r>
      <w:r w:rsidR="00445970" w:rsidRPr="00EB063D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EB063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B063D" w14:paraId="1B36E428" w14:textId="77777777" w:rsidTr="00913367">
        <w:tc>
          <w:tcPr>
            <w:tcW w:w="1681" w:type="dxa"/>
            <w:vAlign w:val="center"/>
          </w:tcPr>
          <w:p w14:paraId="75232DE9" w14:textId="77777777" w:rsidR="0085747A" w:rsidRPr="00EB063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B063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B063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B4DC26" w14:textId="77777777" w:rsidR="00B93F76" w:rsidRPr="00EB06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1A52E7E" w14:textId="4E8D0A15" w:rsidR="0085747A" w:rsidRPr="00EB063D" w:rsidRDefault="00B93F7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8F57284" w14:textId="77777777" w:rsidR="0085747A" w:rsidRPr="00EB063D" w:rsidRDefault="0085747A" w:rsidP="007C754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B063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B063D" w14:paraId="3286923B" w14:textId="77777777" w:rsidTr="00913367">
        <w:tc>
          <w:tcPr>
            <w:tcW w:w="1681" w:type="dxa"/>
          </w:tcPr>
          <w:p w14:paraId="23DBA0D5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D5BB99D" w14:textId="23C87D35" w:rsidR="009B1F08" w:rsidRPr="00EB063D" w:rsidRDefault="00DA32C9" w:rsidP="009B1F08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Zinterpretuje</w:t>
            </w:r>
            <w:r w:rsidR="009B1F08"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 tekst specjalistyczny z zakresu tematyki pedagogicznej, zastosuje specjalistyczne słownictwo </w:t>
            </w:r>
          </w:p>
          <w:p w14:paraId="10587C53" w14:textId="0958775F" w:rsidR="0085747A" w:rsidRPr="00EB063D" w:rsidRDefault="009B1F08" w:rsidP="009B1F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w odpowiednim zakresie, wypowie się w formie werbalnej i pisemnej na wybrane tematy oraz przygotuje wystąpienie z dziedziny pedagogiki w różnorodnych obszarach posługując się poprawnie terminologią pedagogiczną </w:t>
            </w:r>
            <w:r w:rsidR="006D1D5F" w:rsidRPr="00EB063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w języku angielskim na poziomie B2 Europejskiego Systemu Opisu Kształcenia Językowego.  </w:t>
            </w:r>
          </w:p>
          <w:p w14:paraId="3BB5DE1A" w14:textId="0045C9B9" w:rsidR="00D72323" w:rsidRPr="00EB063D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4B16534D" w14:textId="00395B09" w:rsidR="0085747A" w:rsidRPr="00EB063D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 w:rsidRPr="00EB063D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EB063D" w14:paraId="54389C0A" w14:textId="77777777" w:rsidTr="00913367">
        <w:tc>
          <w:tcPr>
            <w:tcW w:w="1681" w:type="dxa"/>
          </w:tcPr>
          <w:p w14:paraId="6FA4B26E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13A244" w14:textId="5C2D3730" w:rsidR="00D72323" w:rsidRPr="00EB063D" w:rsidRDefault="00DA32C9" w:rsidP="00D7232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72323"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1C5E0D5D" w14:textId="5EDE3482" w:rsidR="0085747A" w:rsidRPr="00EB063D" w:rsidRDefault="00D72323" w:rsidP="00D7232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i umiejętności oraz motywacji do samokształcenia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samorozwoju w zakresie języka angielskiego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br/>
              <w:t>z terminologią specjalistyczną.</w:t>
            </w:r>
          </w:p>
        </w:tc>
        <w:tc>
          <w:tcPr>
            <w:tcW w:w="1865" w:type="dxa"/>
          </w:tcPr>
          <w:p w14:paraId="5F3375BC" w14:textId="475168CC" w:rsidR="0085747A" w:rsidRPr="00EB063D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13367" w:rsidRPr="00EB063D">
              <w:rPr>
                <w:rFonts w:ascii="Corbel" w:hAnsi="Corbel"/>
                <w:b w:val="0"/>
                <w:smallCaps w:val="0"/>
                <w:szCs w:val="24"/>
              </w:rPr>
              <w:t>_K01</w:t>
            </w:r>
          </w:p>
        </w:tc>
      </w:tr>
    </w:tbl>
    <w:p w14:paraId="7D2BAF4D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529AC9" w14:textId="77777777" w:rsidR="00210791" w:rsidRPr="00EB063D" w:rsidRDefault="0021079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29D82FE2" w:rsidR="0085747A" w:rsidRPr="00EB063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B063D">
        <w:rPr>
          <w:rFonts w:ascii="Corbel" w:hAnsi="Corbel"/>
          <w:b/>
          <w:sz w:val="24"/>
          <w:szCs w:val="24"/>
        </w:rPr>
        <w:t>3.3</w:t>
      </w:r>
      <w:r w:rsidR="001D7B54" w:rsidRPr="00EB063D">
        <w:rPr>
          <w:rFonts w:ascii="Corbel" w:hAnsi="Corbel"/>
          <w:b/>
          <w:sz w:val="24"/>
          <w:szCs w:val="24"/>
        </w:rPr>
        <w:t xml:space="preserve"> </w:t>
      </w:r>
      <w:r w:rsidR="0085747A" w:rsidRPr="00EB063D">
        <w:rPr>
          <w:rFonts w:ascii="Corbel" w:hAnsi="Corbel"/>
          <w:b/>
          <w:sz w:val="24"/>
          <w:szCs w:val="24"/>
        </w:rPr>
        <w:t>T</w:t>
      </w:r>
      <w:r w:rsidR="001D7B54" w:rsidRPr="00EB063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B063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EB063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EB063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063D" w14:paraId="0AD6F1E9" w14:textId="77777777" w:rsidTr="00D72323">
        <w:tc>
          <w:tcPr>
            <w:tcW w:w="9520" w:type="dxa"/>
          </w:tcPr>
          <w:p w14:paraId="6641F167" w14:textId="77777777" w:rsidR="0085747A" w:rsidRPr="00EB063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EB063D" w14:paraId="0D6E225A" w14:textId="77777777" w:rsidTr="00D72323">
        <w:tc>
          <w:tcPr>
            <w:tcW w:w="9520" w:type="dxa"/>
          </w:tcPr>
          <w:p w14:paraId="730B23ED" w14:textId="77777777" w:rsidR="0085747A" w:rsidRPr="00EB063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EB063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EB063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B063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B063D">
        <w:rPr>
          <w:rFonts w:ascii="Corbel" w:hAnsi="Corbel"/>
          <w:sz w:val="24"/>
          <w:szCs w:val="24"/>
        </w:rPr>
        <w:t xml:space="preserve">, </w:t>
      </w:r>
      <w:r w:rsidRPr="00EB063D">
        <w:rPr>
          <w:rFonts w:ascii="Corbel" w:hAnsi="Corbel"/>
          <w:sz w:val="24"/>
          <w:szCs w:val="24"/>
        </w:rPr>
        <w:t xml:space="preserve">zajęć praktycznych </w:t>
      </w:r>
    </w:p>
    <w:p w14:paraId="468D5ECA" w14:textId="77777777" w:rsidR="0085747A" w:rsidRPr="00EB063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B063D" w14:paraId="4393A657" w14:textId="77777777" w:rsidTr="00B80F4C">
        <w:tc>
          <w:tcPr>
            <w:tcW w:w="9520" w:type="dxa"/>
          </w:tcPr>
          <w:p w14:paraId="387A36C3" w14:textId="77777777" w:rsidR="0085747A" w:rsidRPr="00EB063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3090" w:rsidRPr="00EB063D" w14:paraId="3417A695" w14:textId="77777777" w:rsidTr="00B80F4C">
        <w:tc>
          <w:tcPr>
            <w:tcW w:w="9520" w:type="dxa"/>
          </w:tcPr>
          <w:p w14:paraId="126126BC" w14:textId="6B03C83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Studia na uniwersytecie. Życie studenckie. Struktura organizacyjna uczelni.  Usługa edukacyjna w zakresie pedagogiki.  Relacjonowanie z elementami dyskusji; typowe zwroty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>i wyrażenia.</w:t>
            </w:r>
          </w:p>
        </w:tc>
      </w:tr>
      <w:tr w:rsidR="00CE3090" w:rsidRPr="00EB063D" w14:paraId="620975D4" w14:textId="77777777" w:rsidTr="00B80F4C">
        <w:tc>
          <w:tcPr>
            <w:tcW w:w="9520" w:type="dxa"/>
          </w:tcPr>
          <w:p w14:paraId="69034F6B" w14:textId="0B2509B4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Moje miasto, miejsce zamieszkania.  Zainteresowania, czas wolny, relacje w grupie. Sporządzanie notatek, przygotowanie dłuższej wypowiedzi pisemnej.</w:t>
            </w:r>
          </w:p>
          <w:p w14:paraId="0A5E6305" w14:textId="6598507F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5E0313EC" w14:textId="77777777" w:rsidTr="00B80F4C">
        <w:tc>
          <w:tcPr>
            <w:tcW w:w="9520" w:type="dxa"/>
          </w:tcPr>
          <w:p w14:paraId="3F0AAA5A" w14:textId="26F1ED86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Udział studentów w życiu społecznym. Praca z tekstem oryginalnym; translacja, streszczenie.</w:t>
            </w:r>
          </w:p>
          <w:p w14:paraId="1FFA3D01" w14:textId="1B017C6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7BA81422" w14:textId="77777777" w:rsidTr="00B80F4C">
        <w:tc>
          <w:tcPr>
            <w:tcW w:w="9520" w:type="dxa"/>
          </w:tcPr>
          <w:p w14:paraId="17362533" w14:textId="2A31EAD3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Zdrowie i zdrowy styl życia. Argumentacja podczas dyskusji; argumentacja w wypowiedzi pisemnej- indywidualne projekty studentów.</w:t>
            </w:r>
          </w:p>
          <w:p w14:paraId="74264814" w14:textId="78C40CD1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62943677" w14:textId="77777777" w:rsidTr="00B80F4C">
        <w:tc>
          <w:tcPr>
            <w:tcW w:w="9520" w:type="dxa"/>
          </w:tcPr>
          <w:p w14:paraId="133DDB97" w14:textId="580A5C85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Media jako czynnik kształtujący opinię publiczna. Praca nad tekstem oryginalnym; przygotowanie do prezentacji multimedialnej (przykłady poprawnego wykonania prezentacji ze strony e-dydaktyka).</w:t>
            </w:r>
          </w:p>
          <w:p w14:paraId="39934A3F" w14:textId="101E4561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481225AB" w14:textId="77777777" w:rsidTr="00B80F4C">
        <w:tc>
          <w:tcPr>
            <w:tcW w:w="9520" w:type="dxa"/>
          </w:tcPr>
          <w:p w14:paraId="74B0BEF4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Wydarzenia polityczne, gospodarcze i społeczne na świecie w odniesieniu do życia młodych ludzi. Teksty oryginalne i możliwości translacyjne –tradycyjne i z wykorzystaniem translatorów elektronicznych- wady i zalety).</w:t>
            </w:r>
          </w:p>
          <w:p w14:paraId="21B8C2B4" w14:textId="3E7A4B8A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291A6AC5" w14:textId="77777777" w:rsidTr="00B80F4C">
        <w:tc>
          <w:tcPr>
            <w:tcW w:w="9520" w:type="dxa"/>
          </w:tcPr>
          <w:p w14:paraId="652BA2E7" w14:textId="3B9A7DF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Problemy współczesnych społeczeństw. Projekt indywidualny studentów na wybrany temat (np. </w:t>
            </w:r>
            <w:r w:rsidRPr="00EB063D">
              <w:rPr>
                <w:rFonts w:ascii="Corbel" w:hAnsi="Corbel"/>
                <w:i/>
                <w:sz w:val="24"/>
                <w:szCs w:val="24"/>
              </w:rPr>
              <w:t>Uzależnienia, Problemy współczesnej rodziny, Ochrona środowiska naturalnego.)</w:t>
            </w:r>
          </w:p>
          <w:p w14:paraId="440258EE" w14:textId="28B7974B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23FE186C" w14:textId="77777777" w:rsidTr="00B80F4C">
        <w:tc>
          <w:tcPr>
            <w:tcW w:w="9520" w:type="dxa"/>
          </w:tcPr>
          <w:p w14:paraId="56157306" w14:textId="30DF592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Podróże jako forma spędzania czasu wolnego. Rola nauki języków obcych- dyskusja na forum grupy (typowe zwroty i wyrażenia).</w:t>
            </w:r>
          </w:p>
          <w:p w14:paraId="1123C30A" w14:textId="2DFB544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1D0D24E1" w14:textId="77777777" w:rsidTr="00B80F4C">
        <w:tc>
          <w:tcPr>
            <w:tcW w:w="9520" w:type="dxa"/>
          </w:tcPr>
          <w:p w14:paraId="35CB9FA6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Pedagogika:</w:t>
            </w:r>
          </w:p>
          <w:p w14:paraId="49AEC965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- nauka zajmująca się wychowaniem i kształceniem oraz teoria wychowania. </w:t>
            </w:r>
          </w:p>
          <w:p w14:paraId="032E29FB" w14:textId="5C8732A5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Typowe zwroty stosowane w definiowaniu. Naukowe źródła bibliograficzne obcojęzyczne, sporządzanie przypisów (zastosowanie w pisaniu referatów i prac dyplomowych).</w:t>
            </w:r>
          </w:p>
        </w:tc>
      </w:tr>
      <w:tr w:rsidR="00CE3090" w:rsidRPr="00EB063D" w14:paraId="0985D7DE" w14:textId="77777777" w:rsidTr="00B80F4C">
        <w:tc>
          <w:tcPr>
            <w:tcW w:w="9520" w:type="dxa"/>
          </w:tcPr>
          <w:p w14:paraId="1C5B2812" w14:textId="5170FF4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Wybrane problemy społeczne. Problemy współczesnej pedagogiki. Przygotowanie dłuższej wypowiedzi pisemnej; projekt indywidualny studentów.</w:t>
            </w:r>
          </w:p>
          <w:p w14:paraId="05402987" w14:textId="705F10A6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00529AC8" w14:textId="77777777" w:rsidTr="00B80F4C">
        <w:tc>
          <w:tcPr>
            <w:tcW w:w="9520" w:type="dxa"/>
          </w:tcPr>
          <w:p w14:paraId="701CE8C4" w14:textId="76FE53F4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Studia z zakresu pedagogiki- możliwości zatrudnienia absolwenta w zależności od studiowanych specjalności. Dyskusja na forum grupy.</w:t>
            </w:r>
          </w:p>
          <w:p w14:paraId="3E4BE30F" w14:textId="6CC7C8BD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0B3DC7E6" w14:textId="77777777" w:rsidTr="00B80F4C">
        <w:tc>
          <w:tcPr>
            <w:tcW w:w="9520" w:type="dxa"/>
          </w:tcPr>
          <w:p w14:paraId="39FF6DAB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Teoria wychowania, przykłady:</w:t>
            </w:r>
          </w:p>
          <w:p w14:paraId="171F137D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-etapy rozwoju człowieka,  </w:t>
            </w:r>
          </w:p>
          <w:p w14:paraId="1E3B5823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-potrzeby człowieka na różnych etapach życia, </w:t>
            </w:r>
          </w:p>
          <w:p w14:paraId="72E661AB" w14:textId="65B0F341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-metody wychowawcze. Praca z tekstem oryginalnym</w:t>
            </w:r>
          </w:p>
        </w:tc>
      </w:tr>
      <w:tr w:rsidR="00CE3090" w:rsidRPr="00EB063D" w14:paraId="71B9361E" w14:textId="77777777" w:rsidTr="00B80F4C">
        <w:tc>
          <w:tcPr>
            <w:tcW w:w="9520" w:type="dxa"/>
          </w:tcPr>
          <w:p w14:paraId="5070FBD3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Teoria wychowania- przykłady:</w:t>
            </w:r>
          </w:p>
          <w:p w14:paraId="1979A71F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- profile psychologiczne – mężczyźni i kobiety,</w:t>
            </w:r>
          </w:p>
          <w:p w14:paraId="6B0CFF17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- różnice fizyczne, psychiczne, cechy charakteru- definiowanie i opisy.</w:t>
            </w:r>
          </w:p>
          <w:p w14:paraId="63132D2E" w14:textId="6E130FDA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700D6BD2" w14:textId="77777777" w:rsidTr="00B80F4C">
        <w:tc>
          <w:tcPr>
            <w:tcW w:w="9520" w:type="dxa"/>
          </w:tcPr>
          <w:p w14:paraId="6CA30359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 xml:space="preserve">Role społeczne realizowane przez kobietę i mężczyznę. Stereotypy i rzeczywistość. Przykłady opracowań naukowych. Praca na d tekstem oryginalnym. Elementy dyskusji. </w:t>
            </w:r>
          </w:p>
          <w:p w14:paraId="59F6E71F" w14:textId="701F57D2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30F7952F" w14:textId="77777777" w:rsidTr="00B80F4C">
        <w:tc>
          <w:tcPr>
            <w:tcW w:w="9520" w:type="dxa"/>
          </w:tcPr>
          <w:p w14:paraId="44C4600C" w14:textId="15E7BFF0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Systemy edukacyjne (porównanie wybranych systemów edukacyjnych w różnych krajach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>i w różnych okresach historycznych na przykładach).</w:t>
            </w:r>
          </w:p>
          <w:p w14:paraId="3DE09012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15AD35D9" w14:textId="24DD095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EB063D" w14:paraId="78A0B2A4" w14:textId="77777777" w:rsidTr="00B80F4C">
        <w:tc>
          <w:tcPr>
            <w:tcW w:w="9520" w:type="dxa"/>
          </w:tcPr>
          <w:p w14:paraId="3CA589CC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Teoria wychowania: Trudności szkolne dzieci i młodzieży i sposoby ich rozwiązywania. Praca nad tekstem oryginalnym z elementami dyskusji.</w:t>
            </w:r>
          </w:p>
          <w:p w14:paraId="4B6B90D9" w14:textId="1DFEED6C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705A7F93" w14:textId="77777777" w:rsidTr="00B80F4C">
        <w:tc>
          <w:tcPr>
            <w:tcW w:w="9520" w:type="dxa"/>
          </w:tcPr>
          <w:p w14:paraId="35A41DFE" w14:textId="76BB1D3F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Rola nauczyciela w wychowaniu i edukacji młodego człowieka. Dyskusja, argumentowanie- typowe zwroty.</w:t>
            </w:r>
          </w:p>
          <w:p w14:paraId="2FDA9A34" w14:textId="57BA141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118DCC80" w14:textId="77777777" w:rsidTr="00B80F4C">
        <w:tc>
          <w:tcPr>
            <w:tcW w:w="9520" w:type="dxa"/>
          </w:tcPr>
          <w:p w14:paraId="741F6CAA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Funkcjonowanie jednostki i rodziny. Przepisy prawa regulujące wybrane zachowania człowieka (na przykładzie prawa polskiego i zagranicznego- np.  procedury i przepisy prawne dotyczące adopcji, </w:t>
            </w:r>
            <w:proofErr w:type="spellStart"/>
            <w:r w:rsidRPr="00EB063D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EB063D">
              <w:rPr>
                <w:rFonts w:ascii="Corbel" w:hAnsi="Corbel"/>
                <w:sz w:val="24"/>
                <w:szCs w:val="24"/>
              </w:rPr>
              <w:t xml:space="preserve"> patologicznych, realizacji obowiązku szkolnego itp.). </w:t>
            </w:r>
          </w:p>
          <w:p w14:paraId="5ACD5048" w14:textId="0E3325A5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EB063D" w14:paraId="52BB5678" w14:textId="77777777" w:rsidTr="00B80F4C">
        <w:tc>
          <w:tcPr>
            <w:tcW w:w="9520" w:type="dxa"/>
          </w:tcPr>
          <w:p w14:paraId="155E9BFC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Pedagogika społeczna. Związek pedagogiki społecznej z innymi dyscyplinami naukowymi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>w obszarze nauk społecznych. Praca nad tekstem oryginalnym.</w:t>
            </w:r>
          </w:p>
          <w:p w14:paraId="6FC4248E" w14:textId="11661C76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08DF984D" w14:textId="77777777" w:rsidTr="00B80F4C">
        <w:tc>
          <w:tcPr>
            <w:tcW w:w="9520" w:type="dxa"/>
          </w:tcPr>
          <w:p w14:paraId="4DFD31CE" w14:textId="035DE989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Rola resocjalizacji. Formy i metody oddziaływań resocjalizacyjnych. Przykłady – projekt indywidualny studentów.</w:t>
            </w:r>
          </w:p>
          <w:p w14:paraId="75E2623C" w14:textId="4890C731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74C2DE4D" w14:textId="77777777" w:rsidTr="00B80F4C">
        <w:tc>
          <w:tcPr>
            <w:tcW w:w="9520" w:type="dxa"/>
          </w:tcPr>
          <w:p w14:paraId="056C7A84" w14:textId="44D4D2C2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Etyka we współczesnym świecie. Kod etyczny. Etyka w zawodzie pedagoga. Definicje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>i przykłady. Praca nad tekstem oryginalnym; sporządzanie notatek i streszczeń jako przygotowanie do referowania i pisania pracy dyplomowej.</w:t>
            </w:r>
          </w:p>
          <w:p w14:paraId="01B76C50" w14:textId="473E66E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6AB23C17" w14:textId="77777777" w:rsidTr="00B80F4C">
        <w:tc>
          <w:tcPr>
            <w:tcW w:w="9520" w:type="dxa"/>
          </w:tcPr>
          <w:p w14:paraId="2DA4C2CA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Znajomość języka obcego jako klucza do pogłębiania integracji społecznej, kulturowej w Unii Europejskiej. Dokumenty i wystąpienia na forum Parlamentu Europejskiego. Rola tłumacza kabinowego i translacji pisanej.</w:t>
            </w:r>
          </w:p>
          <w:p w14:paraId="02F7778E" w14:textId="24A89AC5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EB063D" w14:paraId="65577C03" w14:textId="77777777" w:rsidTr="00B80F4C">
        <w:tc>
          <w:tcPr>
            <w:tcW w:w="9520" w:type="dxa"/>
          </w:tcPr>
          <w:p w14:paraId="24D19900" w14:textId="4AA741A2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Kreowanie własnego wizerunku. Przygotowanie do udziału w rozmowie kwalifikacyjnej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 xml:space="preserve">i podjęcia pracy zawodowej. Zasady zachowania się, przygotowania, typowe pytania </w:t>
            </w:r>
            <w:r w:rsidRPr="00EB063D">
              <w:rPr>
                <w:rFonts w:ascii="Corbel" w:hAnsi="Corbel"/>
                <w:sz w:val="24"/>
                <w:szCs w:val="24"/>
              </w:rPr>
              <w:br/>
              <w:t>i odpowiedzi.</w:t>
            </w:r>
          </w:p>
          <w:p w14:paraId="4035A714" w14:textId="665B51C0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5A5A538D" w14:textId="77777777" w:rsidTr="00B80F4C">
        <w:tc>
          <w:tcPr>
            <w:tcW w:w="9520" w:type="dxa"/>
          </w:tcPr>
          <w:p w14:paraId="17E751C5" w14:textId="33A639D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Komunikacja interpersonalna i jej rola w życiu rodzinnym i społecznym. Dyskusja na forum grupy.</w:t>
            </w:r>
          </w:p>
          <w:p w14:paraId="13CDD468" w14:textId="63919285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</w:p>
        </w:tc>
      </w:tr>
      <w:tr w:rsidR="00CE3090" w:rsidRPr="00EB063D" w14:paraId="7227123A" w14:textId="77777777" w:rsidTr="00B80F4C">
        <w:tc>
          <w:tcPr>
            <w:tcW w:w="9520" w:type="dxa"/>
          </w:tcPr>
          <w:p w14:paraId="42F5E49C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Rozmowa o pracę. Przygotowanie się, opracowywanie pytań i odpowiedzi. Rozmowa kwalifikacyjna. Praca w grupie – zadawanie pytań, udzielanie odpowiedzi. </w:t>
            </w:r>
          </w:p>
          <w:p w14:paraId="158388E2" w14:textId="488C21B4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65FDAE12" w14:textId="77777777" w:rsidTr="00B80F4C">
        <w:tc>
          <w:tcPr>
            <w:tcW w:w="9520" w:type="dxa"/>
          </w:tcPr>
          <w:p w14:paraId="0BD5CF21" w14:textId="0B05AD06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Negocjacje, mediacje, udzielanie rad i pozwolenia. Diagnoza pedagogiczna. Przykłady na podstawie tekstów oryginalnych.</w:t>
            </w:r>
          </w:p>
          <w:p w14:paraId="0E9ADC2F" w14:textId="62CDC562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4A9971E2" w14:textId="77777777" w:rsidTr="00B80F4C">
        <w:tc>
          <w:tcPr>
            <w:tcW w:w="9520" w:type="dxa"/>
          </w:tcPr>
          <w:p w14:paraId="2477E20F" w14:textId="73CB7054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Praca metodą projektu (projekt w grupie, projekt indywidualny; argumentowanie, przykłady).</w:t>
            </w:r>
          </w:p>
          <w:p w14:paraId="7009FF70" w14:textId="08493B1E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5EB32434" w14:textId="77777777" w:rsidTr="00B80F4C">
        <w:tc>
          <w:tcPr>
            <w:tcW w:w="9520" w:type="dxa"/>
          </w:tcPr>
          <w:p w14:paraId="26280E5A" w14:textId="04F6E278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multimedialnych – omówienie.</w:t>
            </w:r>
          </w:p>
          <w:p w14:paraId="5CE8813F" w14:textId="13A9BF00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E3090" w:rsidRPr="00EB063D" w14:paraId="35A2B744" w14:textId="77777777" w:rsidTr="00B80F4C">
        <w:tc>
          <w:tcPr>
            <w:tcW w:w="9520" w:type="dxa"/>
          </w:tcPr>
          <w:p w14:paraId="1B12A723" w14:textId="51DE87E1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 xml:space="preserve">Przygotowanie prac pisemnych (krótkie wiadomości, notatki, artykuł, streszczenie, list formalny, list motywacyjny, CV). </w:t>
            </w:r>
          </w:p>
        </w:tc>
      </w:tr>
      <w:tr w:rsidR="00CE3090" w:rsidRPr="00EB063D" w14:paraId="0F1667C9" w14:textId="77777777" w:rsidTr="00B80F4C">
        <w:tc>
          <w:tcPr>
            <w:tcW w:w="9520" w:type="dxa"/>
          </w:tcPr>
          <w:p w14:paraId="610F9814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Przygotowanie bibliografii i przypisów do źródeł obcojęzycznych jako elementu opracowania pracy dyplomowej.</w:t>
            </w:r>
          </w:p>
          <w:p w14:paraId="23A86AD0" w14:textId="77777777" w:rsidR="00CE3090" w:rsidRPr="00EB063D" w:rsidRDefault="00CE3090" w:rsidP="00CE309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720264B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EB063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>3.4 Metody dydaktyczne</w:t>
      </w:r>
      <w:r w:rsidRPr="00EB063D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0C9FF895" w:rsidR="00153C41" w:rsidRPr="00EB063D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EB063D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EB063D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EB063D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EB063D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EB063D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EB063D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EB063D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EB063D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EB063D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EB063D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EB063D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EB063D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EB063D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EB063D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EB063D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EB063D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EB063D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EB063D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r w:rsidR="00E90E18" w:rsidRPr="00EB063D">
        <w:rPr>
          <w:rFonts w:ascii="Corbel" w:hAnsi="Corbel"/>
          <w:b w:val="0"/>
          <w:iCs/>
          <w:smallCaps w:val="0"/>
          <w:szCs w:val="24"/>
        </w:rPr>
        <w:t xml:space="preserve">odgrywanie ról, </w:t>
      </w:r>
      <w:bookmarkStart w:id="1" w:name="_Hlk22229594"/>
      <w:r w:rsidR="00E90E18" w:rsidRPr="00EB063D">
        <w:rPr>
          <w:rFonts w:ascii="Corbel" w:hAnsi="Corbel"/>
          <w:b w:val="0"/>
          <w:iCs/>
          <w:smallCaps w:val="0"/>
          <w:szCs w:val="24"/>
        </w:rPr>
        <w:t>tworzenie wypowiedzi pisemnych</w:t>
      </w:r>
      <w:bookmarkEnd w:id="1"/>
      <w:r w:rsidR="00E90E18" w:rsidRPr="00EB063D">
        <w:rPr>
          <w:rFonts w:ascii="Corbel" w:hAnsi="Corbel"/>
          <w:b w:val="0"/>
          <w:iCs/>
          <w:smallCaps w:val="0"/>
          <w:szCs w:val="24"/>
        </w:rPr>
        <w:t xml:space="preserve">. </w:t>
      </w:r>
    </w:p>
    <w:p w14:paraId="2D5D7354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EB063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4. </w:t>
      </w:r>
      <w:r w:rsidR="0085747A" w:rsidRPr="00EB063D">
        <w:rPr>
          <w:rFonts w:ascii="Corbel" w:hAnsi="Corbel"/>
          <w:smallCaps w:val="0"/>
          <w:szCs w:val="24"/>
        </w:rPr>
        <w:t>METODY I KRYTERIA OCENY</w:t>
      </w:r>
      <w:r w:rsidR="009F4610" w:rsidRPr="00EB063D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EB063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EB063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B063D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B063D" w14:paraId="748D7280" w14:textId="77777777" w:rsidTr="00C05F44">
        <w:tc>
          <w:tcPr>
            <w:tcW w:w="1985" w:type="dxa"/>
            <w:vAlign w:val="center"/>
          </w:tcPr>
          <w:p w14:paraId="2C7E2B98" w14:textId="77777777" w:rsidR="0085747A" w:rsidRPr="00EB063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F5B29E0" w14:textId="77777777" w:rsidR="0085747A" w:rsidRPr="00EB063D" w:rsidRDefault="00F974D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EB063D" w:rsidRDefault="009F4610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78B7C2A" w14:textId="77777777" w:rsidR="00923D7D" w:rsidRPr="00EB063D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EB063D" w:rsidRDefault="0085747A" w:rsidP="0016770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B063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B063D" w14:paraId="657461E1" w14:textId="77777777" w:rsidTr="00C05F44">
        <w:tc>
          <w:tcPr>
            <w:tcW w:w="1985" w:type="dxa"/>
          </w:tcPr>
          <w:p w14:paraId="716E8AFD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B063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B063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6EC90F0" w14:textId="77777777" w:rsidR="00E90E18" w:rsidRPr="00EB063D" w:rsidRDefault="00E90E18" w:rsidP="00E90E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sprawdzian pisemny, praca projektowa (prezentacja, referat/lektura), wypowiedź pisemna, obserwacja </w:t>
            </w:r>
          </w:p>
          <w:p w14:paraId="38D6FABB" w14:textId="0C810EBF" w:rsidR="0085747A" w:rsidRPr="00EB063D" w:rsidRDefault="00E90E18" w:rsidP="00E90E18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2A5DA44A" w14:textId="0923C96E" w:rsidR="0085747A" w:rsidRPr="00EB063D" w:rsidRDefault="003032AB" w:rsidP="00E90E18">
            <w:pPr>
              <w:rPr>
                <w:rFonts w:ascii="Corbel" w:hAnsi="Corbel"/>
                <w:b/>
              </w:rPr>
            </w:pPr>
            <w:r w:rsidRPr="00EB063D">
              <w:rPr>
                <w:rFonts w:ascii="Corbel" w:hAnsi="Corbel"/>
              </w:rPr>
              <w:t>ćwiczenia</w:t>
            </w:r>
          </w:p>
        </w:tc>
      </w:tr>
      <w:tr w:rsidR="0085747A" w:rsidRPr="00EB063D" w14:paraId="1753E627" w14:textId="77777777" w:rsidTr="00C05F44">
        <w:tc>
          <w:tcPr>
            <w:tcW w:w="1985" w:type="dxa"/>
          </w:tcPr>
          <w:p w14:paraId="3CDBDB04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B063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96DFFF8" w14:textId="178EB468" w:rsidR="0085747A" w:rsidRPr="00EB063D" w:rsidRDefault="00D72323" w:rsidP="00D72323">
            <w:pPr>
              <w:rPr>
                <w:rFonts w:ascii="Corbel" w:hAnsi="Corbel"/>
                <w:b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C01ACED" w14:textId="750D064E" w:rsidR="0085747A" w:rsidRPr="00EB063D" w:rsidRDefault="003032AB" w:rsidP="00E90E18">
            <w:pPr>
              <w:rPr>
                <w:rFonts w:ascii="Corbel" w:hAnsi="Corbel"/>
                <w:b/>
              </w:rPr>
            </w:pPr>
            <w:r w:rsidRPr="00EB063D">
              <w:rPr>
                <w:rFonts w:ascii="Corbel" w:hAnsi="Corbel"/>
              </w:rPr>
              <w:t>ćwiczenia</w:t>
            </w:r>
          </w:p>
        </w:tc>
      </w:tr>
    </w:tbl>
    <w:p w14:paraId="08B128EF" w14:textId="77777777" w:rsidR="00923D7D" w:rsidRPr="00EB063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EB063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4.2 </w:t>
      </w:r>
      <w:r w:rsidR="0085747A" w:rsidRPr="00EB063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B063D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EB063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B063D" w14:paraId="4D36B8DE" w14:textId="77777777" w:rsidTr="00923D7D">
        <w:tc>
          <w:tcPr>
            <w:tcW w:w="9670" w:type="dxa"/>
          </w:tcPr>
          <w:p w14:paraId="1D2333C0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6A851B1F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0F6E7451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B710B2A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115120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44620C3F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lektury/referatu- do wyboru)</w:t>
            </w:r>
          </w:p>
          <w:p w14:paraId="007C9BA4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476B9262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DB8F1A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760D7AAF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- zaliczenie pisemne: sprawdzian pisemny, wypowiedź pisemna</w:t>
            </w:r>
          </w:p>
          <w:p w14:paraId="7E288C26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- wykonanie pracy zaliczeniowej: praca projektowa (prezentacja, referat/lektura)</w:t>
            </w:r>
          </w:p>
          <w:p w14:paraId="74958251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B548A6" w14:textId="77777777" w:rsidR="00E90E18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4B3DA682" w14:textId="13B0DF73" w:rsidR="00210791" w:rsidRPr="00EB063D" w:rsidRDefault="00E90E18" w:rsidP="00E90E1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 lub lektury/referatu lektury – do wyboru; zaliczenie sprawdzianów pisemnych, wypowiedź pisemna; ustalenie oceny zaliczeniowej na podstawie ocen cząstkowych.</w:t>
            </w:r>
          </w:p>
          <w:p w14:paraId="1729A252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344D624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D7FF50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636A90E7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4.5 – wykazuje znajomość każdej z treści kształcenia na poziomie 81%-90%</w:t>
            </w:r>
          </w:p>
          <w:p w14:paraId="0A45DD0A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353D8A6C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14F41725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328ABF9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7A5A5EDF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7F6951B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9C33601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FB8E51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2D8F9DFB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 językowych, brak błędów językowych lub nieliczne błędy językowe nie zakłócające komunikacji.</w:t>
            </w:r>
          </w:p>
          <w:p w14:paraId="79AC76E1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685987A1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 nieliczne błędy językowe nieznacznie zakłócające komunikację, nieznaczne zakłócenia w płynności wypowiedzi.</w:t>
            </w:r>
          </w:p>
          <w:p w14:paraId="4DB508EC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352432FB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 błędy językowe nieznacznie zakłócające komunikację, nieznaczne zakłócenia w płynności wypowiedzi.</w:t>
            </w:r>
          </w:p>
          <w:p w14:paraId="48C49A94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396AFFF9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 liczne błędy językowe znacznie zakłócające komunikację i płynność wypowiedzi, odpowiedzi częściowo odbiegające od treści zadanego pytania, niekompletna.</w:t>
            </w:r>
          </w:p>
          <w:p w14:paraId="58EAD5FD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4201F48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 błędy językowe znacznie zakłócające komunikację i płynność wypowiedzi, niepełne odpowiedzi na pytania, odpowiedzi częściowo odbiegające od treści zadanego pytania</w:t>
            </w:r>
          </w:p>
          <w:p w14:paraId="1F5CD4DD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475EF59B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Ocena niedostateczna: brak odpowiedzi lub bardzo ograniczona znajomość słownictwa </w:t>
            </w:r>
            <w:r w:rsidRPr="00EB063D">
              <w:rPr>
                <w:rFonts w:ascii="Corbel" w:hAnsi="Corbel"/>
                <w:b w:val="0"/>
                <w:smallCaps w:val="0"/>
                <w:szCs w:val="24"/>
              </w:rPr>
              <w:br/>
              <w:t>i struktur językowych uniemożliwiająca wykonanie zadania, chaotyczna konstrukcja wypowiedzi, bardzo uboga treść, niekomunikatywność, mylenie i zniekształcanie podstawowych informacji</w:t>
            </w:r>
          </w:p>
          <w:p w14:paraId="2101148D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7E2583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 uzyskania pozytywnej oceny za każdy z ustanowionych efektów uczenia się.</w:t>
            </w:r>
          </w:p>
          <w:p w14:paraId="1F71E696" w14:textId="77777777" w:rsidR="00210791" w:rsidRPr="00EB063D" w:rsidRDefault="00210791" w:rsidP="0021079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EB063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B063D">
        <w:rPr>
          <w:rFonts w:ascii="Corbel" w:hAnsi="Corbel"/>
          <w:b/>
          <w:sz w:val="24"/>
          <w:szCs w:val="24"/>
        </w:rPr>
        <w:t xml:space="preserve">5. </w:t>
      </w:r>
      <w:r w:rsidR="00C61DC5" w:rsidRPr="00EB063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EB063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B063D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EB06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063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B063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B063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EB063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B063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B063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B063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B063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B063D" w14:paraId="7196E746" w14:textId="77777777" w:rsidTr="00923D7D">
        <w:tc>
          <w:tcPr>
            <w:tcW w:w="4962" w:type="dxa"/>
          </w:tcPr>
          <w:p w14:paraId="32E31CA0" w14:textId="77777777" w:rsidR="0085747A" w:rsidRPr="00EB06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G</w:t>
            </w:r>
            <w:r w:rsidR="0085747A" w:rsidRPr="00EB063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B063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B063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B063D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EB063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EB063D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EB063D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3237D798" w:rsidR="0085747A" w:rsidRPr="00EB063D" w:rsidRDefault="002107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8</w:t>
            </w:r>
            <w:r w:rsidR="00FE56C7" w:rsidRPr="00EB063D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EB063D" w14:paraId="348A1637" w14:textId="77777777" w:rsidTr="00923D7D">
        <w:tc>
          <w:tcPr>
            <w:tcW w:w="4962" w:type="dxa"/>
          </w:tcPr>
          <w:p w14:paraId="45334F62" w14:textId="77777777" w:rsidR="00C61DC5" w:rsidRPr="00EB06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EB063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C792C41" w14:textId="67EE5C5E" w:rsidR="00C61DC5" w:rsidRPr="00EB06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FA3A8A9" w14:textId="447CBDAF" w:rsidR="00C61DC5" w:rsidRPr="00EB063D" w:rsidRDefault="003717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8 </w:t>
            </w:r>
            <w:r w:rsidR="00EF7C71" w:rsidRPr="00EB063D">
              <w:rPr>
                <w:rFonts w:ascii="Corbel" w:hAnsi="Corbel"/>
                <w:sz w:val="24"/>
                <w:szCs w:val="24"/>
              </w:rPr>
              <w:t>(po dwie godz. w każdym semestrze</w:t>
            </w:r>
            <w:r w:rsidRPr="00EB063D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C61DC5" w:rsidRPr="00EB063D" w14:paraId="4DF89DEB" w14:textId="77777777" w:rsidTr="00923D7D">
        <w:tc>
          <w:tcPr>
            <w:tcW w:w="4962" w:type="dxa"/>
          </w:tcPr>
          <w:p w14:paraId="30830603" w14:textId="77777777" w:rsidR="0071620A" w:rsidRPr="00EB063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B063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B063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D8A6640" w14:textId="419A3295" w:rsidR="00C61DC5" w:rsidRPr="00EB063D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>(przygotowanie do zajęć, przygotowanie pracy projektowej, przygotowanie do sprawdzianów pisemnych)</w:t>
            </w:r>
          </w:p>
        </w:tc>
        <w:tc>
          <w:tcPr>
            <w:tcW w:w="4677" w:type="dxa"/>
          </w:tcPr>
          <w:p w14:paraId="318171D4" w14:textId="5862836A" w:rsidR="00C61DC5" w:rsidRPr="00EB063D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>13</w:t>
            </w:r>
            <w:r w:rsidR="003717E5" w:rsidRPr="00EB063D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EB063D" w14:paraId="265A692A" w14:textId="77777777" w:rsidTr="00923D7D">
        <w:tc>
          <w:tcPr>
            <w:tcW w:w="4962" w:type="dxa"/>
          </w:tcPr>
          <w:p w14:paraId="55CF1A49" w14:textId="77777777" w:rsidR="0085747A" w:rsidRPr="00EB06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05303B2A" w14:textId="3138B2FE" w:rsidR="0085747A" w:rsidRPr="00EB063D" w:rsidRDefault="00E066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2</w:t>
            </w:r>
            <w:r w:rsidR="003717E5" w:rsidRPr="00EB063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EB063D" w14:paraId="347123E8" w14:textId="77777777" w:rsidTr="00923D7D">
        <w:tc>
          <w:tcPr>
            <w:tcW w:w="4962" w:type="dxa"/>
          </w:tcPr>
          <w:p w14:paraId="75813EDB" w14:textId="77777777" w:rsidR="0085747A" w:rsidRPr="00EB063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B063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4589EC2B" w:rsidR="0085747A" w:rsidRPr="00EB063D" w:rsidRDefault="00E90E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B063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14:paraId="737B37BF" w14:textId="77777777" w:rsidR="0085747A" w:rsidRPr="00EB063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B063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B063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EB063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EB063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6. </w:t>
      </w:r>
      <w:r w:rsidR="0085747A" w:rsidRPr="00EB063D">
        <w:rPr>
          <w:rFonts w:ascii="Corbel" w:hAnsi="Corbel"/>
          <w:smallCaps w:val="0"/>
          <w:szCs w:val="24"/>
        </w:rPr>
        <w:t>PRAKTYKI ZAWO</w:t>
      </w:r>
      <w:r w:rsidR="009D3F3B" w:rsidRPr="00EB063D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EB063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B063D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EB063D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B063D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EB06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EB063D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EB063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EB06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B063D">
        <w:rPr>
          <w:rFonts w:ascii="Corbel" w:hAnsi="Corbel"/>
          <w:smallCaps w:val="0"/>
          <w:szCs w:val="24"/>
        </w:rPr>
        <w:t xml:space="preserve">7. </w:t>
      </w:r>
      <w:r w:rsidR="0085747A" w:rsidRPr="00EB063D">
        <w:rPr>
          <w:rFonts w:ascii="Corbel" w:hAnsi="Corbel"/>
          <w:smallCaps w:val="0"/>
          <w:szCs w:val="24"/>
        </w:rPr>
        <w:t>LITERATURA</w:t>
      </w:r>
      <w:r w:rsidRPr="00EB063D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EB063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B063D" w14:paraId="000D405A" w14:textId="77777777" w:rsidTr="0071620A">
        <w:trPr>
          <w:trHeight w:val="397"/>
        </w:trPr>
        <w:tc>
          <w:tcPr>
            <w:tcW w:w="7513" w:type="dxa"/>
          </w:tcPr>
          <w:p w14:paraId="316B9AE5" w14:textId="497283BC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4934A35B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42F0AB" w14:textId="082201E9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C., Latham-Koenig Ch., Hudson J., </w:t>
            </w:r>
            <w:r w:rsidRPr="00EB06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upper-intermediate,</w:t>
            </w: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 Press 2014</w:t>
            </w:r>
          </w:p>
          <w:p w14:paraId="1BAFFC66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617D7D1" w14:textId="036BAEA8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EB06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2018</w:t>
            </w:r>
          </w:p>
          <w:p w14:paraId="55181947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BBF44F8" w14:textId="188EA61E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EB063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</w:t>
            </w:r>
          </w:p>
          <w:p w14:paraId="338780E6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3C5A1FB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368D2B2E" w:rsidR="00167708" w:rsidRPr="00EB063D" w:rsidRDefault="00167708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EB063D" w14:paraId="6A582E67" w14:textId="77777777" w:rsidTr="0071620A">
        <w:trPr>
          <w:trHeight w:val="397"/>
        </w:trPr>
        <w:tc>
          <w:tcPr>
            <w:tcW w:w="7513" w:type="dxa"/>
          </w:tcPr>
          <w:p w14:paraId="5776BA10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EB063D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00CCE3F0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4F5125C9" w14:textId="7068D3A4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Mann M., Steve, </w:t>
            </w:r>
            <w:proofErr w:type="spellStart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r w:rsidRPr="00EB063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wyd</w:t>
            </w:r>
            <w:proofErr w:type="spellEnd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. Macmillan, Oxford 2008</w:t>
            </w:r>
          </w:p>
          <w:p w14:paraId="008C1D7D" w14:textId="3AE81041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520F0FCF" w14:textId="77777777" w:rsidR="00E90E18" w:rsidRPr="00EB063D" w:rsidRDefault="00E90E18" w:rsidP="00E90E1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proofErr w:type="spellStart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Hewings</w:t>
            </w:r>
            <w:proofErr w:type="spellEnd"/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EB063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 w:rsidRPr="00EB06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Cambridge University Press, Cambridge 2012</w:t>
            </w:r>
          </w:p>
          <w:p w14:paraId="73C47024" w14:textId="77777777" w:rsidR="00E90E18" w:rsidRPr="00EB063D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77236151" w14:textId="0F3ADAFD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Dooley J., Evans V., </w:t>
            </w:r>
            <w:proofErr w:type="spellStart"/>
            <w:r w:rsidRPr="00EB063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Grammarway</w:t>
            </w:r>
            <w:proofErr w:type="spellEnd"/>
            <w:r w:rsidRPr="00EB063D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 3</w:t>
            </w: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Publishing, Berkshire 2016</w:t>
            </w:r>
          </w:p>
          <w:p w14:paraId="5FEFDCF2" w14:textId="77777777" w:rsidR="00E90E18" w:rsidRPr="00EB063D" w:rsidRDefault="00E90E18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235948CE" w14:textId="77777777" w:rsidR="00210791" w:rsidRPr="00EB063D" w:rsidRDefault="00210791" w:rsidP="002107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Materiały dla Instytutu Pedagogiki na stronie: </w:t>
            </w:r>
          </w:p>
          <w:p w14:paraId="70A1C1FB" w14:textId="6018612D" w:rsidR="00167708" w:rsidRPr="00EB063D" w:rsidRDefault="00210791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EB063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364DC201" w:rsidR="00FA1DF4" w:rsidRPr="00EB063D" w:rsidRDefault="00FA1DF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</w:tc>
      </w:tr>
    </w:tbl>
    <w:p w14:paraId="53F92590" w14:textId="77777777" w:rsidR="0085747A" w:rsidRPr="00EB06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1822EE84" w14:textId="77777777" w:rsidR="0085747A" w:rsidRPr="00EB063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GB"/>
        </w:rPr>
      </w:pPr>
    </w:p>
    <w:p w14:paraId="0F24F255" w14:textId="2968D640" w:rsidR="0085747A" w:rsidRPr="00EB063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B063D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 w:rsidRPr="00EB063D">
        <w:rPr>
          <w:rFonts w:ascii="Corbel" w:hAnsi="Corbel"/>
          <w:b w:val="0"/>
          <w:smallCaps w:val="0"/>
          <w:szCs w:val="24"/>
        </w:rPr>
        <w:t xml:space="preserve"> </w:t>
      </w:r>
    </w:p>
    <w:p w14:paraId="7278B669" w14:textId="77777777" w:rsidR="00EB063D" w:rsidRPr="00EB063D" w:rsidRDefault="00EB063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EB063D" w:rsidRPr="00EB063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38D2C4" w14:textId="77777777" w:rsidR="00B337FF" w:rsidRDefault="00B337FF" w:rsidP="00C16ABF">
      <w:pPr>
        <w:spacing w:after="0" w:line="240" w:lineRule="auto"/>
      </w:pPr>
      <w:r>
        <w:separator/>
      </w:r>
    </w:p>
  </w:endnote>
  <w:endnote w:type="continuationSeparator" w:id="0">
    <w:p w14:paraId="108D62A5" w14:textId="77777777" w:rsidR="00B337FF" w:rsidRDefault="00B337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F29378" w14:textId="77777777" w:rsidR="00B337FF" w:rsidRDefault="00B337FF" w:rsidP="00C16ABF">
      <w:pPr>
        <w:spacing w:after="0" w:line="240" w:lineRule="auto"/>
      </w:pPr>
      <w:r>
        <w:separator/>
      </w:r>
    </w:p>
  </w:footnote>
  <w:footnote w:type="continuationSeparator" w:id="0">
    <w:p w14:paraId="336C434F" w14:textId="77777777" w:rsidR="00B337FF" w:rsidRDefault="00B337FF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998"/>
    <w:rsid w:val="0009462C"/>
    <w:rsid w:val="00094B12"/>
    <w:rsid w:val="00096C46"/>
    <w:rsid w:val="000A14FC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1A87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015"/>
    <w:rsid w:val="00166A03"/>
    <w:rsid w:val="00167708"/>
    <w:rsid w:val="001718A7"/>
    <w:rsid w:val="001737CF"/>
    <w:rsid w:val="00176083"/>
    <w:rsid w:val="00176858"/>
    <w:rsid w:val="00192F37"/>
    <w:rsid w:val="001A70D2"/>
    <w:rsid w:val="001D657B"/>
    <w:rsid w:val="001D7B54"/>
    <w:rsid w:val="001E0209"/>
    <w:rsid w:val="001F2CA2"/>
    <w:rsid w:val="00210791"/>
    <w:rsid w:val="002144C0"/>
    <w:rsid w:val="0022477D"/>
    <w:rsid w:val="002278A9"/>
    <w:rsid w:val="002336F9"/>
    <w:rsid w:val="0024028F"/>
    <w:rsid w:val="00244ABC"/>
    <w:rsid w:val="002541C3"/>
    <w:rsid w:val="00281FF2"/>
    <w:rsid w:val="002857DE"/>
    <w:rsid w:val="0028773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31F"/>
    <w:rsid w:val="002F02A3"/>
    <w:rsid w:val="002F4ABE"/>
    <w:rsid w:val="003018BA"/>
    <w:rsid w:val="003032AB"/>
    <w:rsid w:val="003035BB"/>
    <w:rsid w:val="0030395F"/>
    <w:rsid w:val="00305C92"/>
    <w:rsid w:val="0031080A"/>
    <w:rsid w:val="003151C5"/>
    <w:rsid w:val="003343CF"/>
    <w:rsid w:val="00346FE9"/>
    <w:rsid w:val="0034759A"/>
    <w:rsid w:val="003501AA"/>
    <w:rsid w:val="003503F6"/>
    <w:rsid w:val="003530DD"/>
    <w:rsid w:val="00363F78"/>
    <w:rsid w:val="003717E5"/>
    <w:rsid w:val="003A0A5B"/>
    <w:rsid w:val="003A1176"/>
    <w:rsid w:val="003C0BAE"/>
    <w:rsid w:val="003D18A9"/>
    <w:rsid w:val="003D6CE2"/>
    <w:rsid w:val="003E0815"/>
    <w:rsid w:val="003E1941"/>
    <w:rsid w:val="003E2FE6"/>
    <w:rsid w:val="003E49D5"/>
    <w:rsid w:val="003F205D"/>
    <w:rsid w:val="003F38C0"/>
    <w:rsid w:val="00414E3C"/>
    <w:rsid w:val="00420AD9"/>
    <w:rsid w:val="0042244A"/>
    <w:rsid w:val="00426BBE"/>
    <w:rsid w:val="0042745A"/>
    <w:rsid w:val="00431D5C"/>
    <w:rsid w:val="004362C6"/>
    <w:rsid w:val="00437FA2"/>
    <w:rsid w:val="00445970"/>
    <w:rsid w:val="004614E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25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372F"/>
    <w:rsid w:val="0059484D"/>
    <w:rsid w:val="005A0855"/>
    <w:rsid w:val="005A1505"/>
    <w:rsid w:val="005A3196"/>
    <w:rsid w:val="005C080F"/>
    <w:rsid w:val="005C55E5"/>
    <w:rsid w:val="005C696A"/>
    <w:rsid w:val="005D15A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1FD"/>
    <w:rsid w:val="00671958"/>
    <w:rsid w:val="00675843"/>
    <w:rsid w:val="00696477"/>
    <w:rsid w:val="006B2962"/>
    <w:rsid w:val="006B5DF4"/>
    <w:rsid w:val="006D050F"/>
    <w:rsid w:val="006D1D5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3299"/>
    <w:rsid w:val="007C3BCC"/>
    <w:rsid w:val="007C4546"/>
    <w:rsid w:val="007C754E"/>
    <w:rsid w:val="007D6E56"/>
    <w:rsid w:val="007F4155"/>
    <w:rsid w:val="0081554D"/>
    <w:rsid w:val="008168AF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23DF"/>
    <w:rsid w:val="008F3480"/>
    <w:rsid w:val="008F6E29"/>
    <w:rsid w:val="0091110D"/>
    <w:rsid w:val="00913367"/>
    <w:rsid w:val="00916188"/>
    <w:rsid w:val="00923D7D"/>
    <w:rsid w:val="00937312"/>
    <w:rsid w:val="009508DF"/>
    <w:rsid w:val="00950DAC"/>
    <w:rsid w:val="00954A07"/>
    <w:rsid w:val="00963C94"/>
    <w:rsid w:val="00997F14"/>
    <w:rsid w:val="009A78D9"/>
    <w:rsid w:val="009B1F08"/>
    <w:rsid w:val="009C3E31"/>
    <w:rsid w:val="009C54AE"/>
    <w:rsid w:val="009C788E"/>
    <w:rsid w:val="009D3F3B"/>
    <w:rsid w:val="009E0543"/>
    <w:rsid w:val="009E31D2"/>
    <w:rsid w:val="009E3B41"/>
    <w:rsid w:val="009F3C5C"/>
    <w:rsid w:val="009F4610"/>
    <w:rsid w:val="00A00ECC"/>
    <w:rsid w:val="00A155EE"/>
    <w:rsid w:val="00A2245B"/>
    <w:rsid w:val="00A30110"/>
    <w:rsid w:val="00A34176"/>
    <w:rsid w:val="00A36899"/>
    <w:rsid w:val="00A371F6"/>
    <w:rsid w:val="00A43BF6"/>
    <w:rsid w:val="00A53FA5"/>
    <w:rsid w:val="00A54817"/>
    <w:rsid w:val="00A601C8"/>
    <w:rsid w:val="00A60799"/>
    <w:rsid w:val="00A81E05"/>
    <w:rsid w:val="00A84C85"/>
    <w:rsid w:val="00A905F9"/>
    <w:rsid w:val="00A97DE1"/>
    <w:rsid w:val="00AB053C"/>
    <w:rsid w:val="00AB5F85"/>
    <w:rsid w:val="00AD1146"/>
    <w:rsid w:val="00AD27D3"/>
    <w:rsid w:val="00AD54D9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7FF"/>
    <w:rsid w:val="00B40ADB"/>
    <w:rsid w:val="00B43B77"/>
    <w:rsid w:val="00B43E80"/>
    <w:rsid w:val="00B57ED1"/>
    <w:rsid w:val="00B607DB"/>
    <w:rsid w:val="00B66529"/>
    <w:rsid w:val="00B75946"/>
    <w:rsid w:val="00B8056E"/>
    <w:rsid w:val="00B80F4C"/>
    <w:rsid w:val="00B81328"/>
    <w:rsid w:val="00B819C8"/>
    <w:rsid w:val="00B82308"/>
    <w:rsid w:val="00B90885"/>
    <w:rsid w:val="00B93F7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0CFE"/>
    <w:rsid w:val="00C324C1"/>
    <w:rsid w:val="00C36992"/>
    <w:rsid w:val="00C5372F"/>
    <w:rsid w:val="00C539A8"/>
    <w:rsid w:val="00C56036"/>
    <w:rsid w:val="00C61DC5"/>
    <w:rsid w:val="00C67E92"/>
    <w:rsid w:val="00C70A26"/>
    <w:rsid w:val="00C75745"/>
    <w:rsid w:val="00C766DF"/>
    <w:rsid w:val="00C92093"/>
    <w:rsid w:val="00C94B98"/>
    <w:rsid w:val="00CA2B96"/>
    <w:rsid w:val="00CA5089"/>
    <w:rsid w:val="00CD6897"/>
    <w:rsid w:val="00CE3090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2647"/>
    <w:rsid w:val="00D552B2"/>
    <w:rsid w:val="00D608D1"/>
    <w:rsid w:val="00D72323"/>
    <w:rsid w:val="00D74119"/>
    <w:rsid w:val="00D8075B"/>
    <w:rsid w:val="00D8161C"/>
    <w:rsid w:val="00D8678B"/>
    <w:rsid w:val="00D936B8"/>
    <w:rsid w:val="00DA2114"/>
    <w:rsid w:val="00DA32C9"/>
    <w:rsid w:val="00DC5AC5"/>
    <w:rsid w:val="00DE09C0"/>
    <w:rsid w:val="00DE4A14"/>
    <w:rsid w:val="00DE75AC"/>
    <w:rsid w:val="00DF320D"/>
    <w:rsid w:val="00DF71C8"/>
    <w:rsid w:val="00E066F7"/>
    <w:rsid w:val="00E07425"/>
    <w:rsid w:val="00E129B8"/>
    <w:rsid w:val="00E21E7D"/>
    <w:rsid w:val="00E22FBC"/>
    <w:rsid w:val="00E24BF5"/>
    <w:rsid w:val="00E25338"/>
    <w:rsid w:val="00E263A6"/>
    <w:rsid w:val="00E51E44"/>
    <w:rsid w:val="00E63348"/>
    <w:rsid w:val="00E742AA"/>
    <w:rsid w:val="00E77E88"/>
    <w:rsid w:val="00E8107D"/>
    <w:rsid w:val="00E90E18"/>
    <w:rsid w:val="00E960BB"/>
    <w:rsid w:val="00EA2074"/>
    <w:rsid w:val="00EA4832"/>
    <w:rsid w:val="00EA4E9D"/>
    <w:rsid w:val="00EB063D"/>
    <w:rsid w:val="00EB0F0C"/>
    <w:rsid w:val="00EC4899"/>
    <w:rsid w:val="00ED03AB"/>
    <w:rsid w:val="00ED32D2"/>
    <w:rsid w:val="00EE32DE"/>
    <w:rsid w:val="00EE5457"/>
    <w:rsid w:val="00EF7C71"/>
    <w:rsid w:val="00F0138A"/>
    <w:rsid w:val="00F070AB"/>
    <w:rsid w:val="00F17567"/>
    <w:rsid w:val="00F27A7B"/>
    <w:rsid w:val="00F526AF"/>
    <w:rsid w:val="00F617C3"/>
    <w:rsid w:val="00F7066B"/>
    <w:rsid w:val="00F71334"/>
    <w:rsid w:val="00F83B28"/>
    <w:rsid w:val="00F974DA"/>
    <w:rsid w:val="00FA1DF4"/>
    <w:rsid w:val="00FA46E5"/>
    <w:rsid w:val="00FB7DBA"/>
    <w:rsid w:val="00FC1C25"/>
    <w:rsid w:val="00FC3F45"/>
    <w:rsid w:val="00FD503F"/>
    <w:rsid w:val="00FD7589"/>
    <w:rsid w:val="00FE56C7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21FCD-5E7F-4B75-A739-C7CEB61AC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47</TotalTime>
  <Pages>1</Pages>
  <Words>1941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2019-10-16T17:34:00Z</dcterms:created>
  <dcterms:modified xsi:type="dcterms:W3CDTF">2021-01-14T10:32:00Z</dcterms:modified>
</cp:coreProperties>
</file>